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19494" w14:textId="1BB916ED" w:rsidR="00FB6844" w:rsidRPr="00DB4CFE" w:rsidRDefault="00693FB0" w:rsidP="00CC2304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Znak sprawy: ORG</w:t>
      </w:r>
      <w:r w:rsidR="00856953" w:rsidRPr="00DB4CFE">
        <w:rPr>
          <w:rFonts w:ascii="Arial" w:hAnsi="Arial" w:cs="Arial"/>
          <w:sz w:val="24"/>
          <w:szCs w:val="24"/>
        </w:rPr>
        <w:t>.</w:t>
      </w:r>
      <w:r w:rsidR="00CC2304">
        <w:rPr>
          <w:rFonts w:ascii="Arial" w:hAnsi="Arial" w:cs="Arial"/>
          <w:sz w:val="24"/>
          <w:szCs w:val="24"/>
        </w:rPr>
        <w:t>24.2</w:t>
      </w:r>
      <w:r w:rsidR="004160B0" w:rsidRPr="00DB4CFE">
        <w:rPr>
          <w:rFonts w:ascii="Arial" w:hAnsi="Arial" w:cs="Arial"/>
          <w:sz w:val="24"/>
          <w:szCs w:val="24"/>
        </w:rPr>
        <w:t>.</w:t>
      </w:r>
      <w:r w:rsidR="008134F1">
        <w:rPr>
          <w:rFonts w:ascii="Arial" w:hAnsi="Arial" w:cs="Arial"/>
          <w:sz w:val="24"/>
          <w:szCs w:val="24"/>
        </w:rPr>
        <w:t>70</w:t>
      </w:r>
      <w:r w:rsidR="000A3E31">
        <w:rPr>
          <w:rFonts w:ascii="Arial" w:hAnsi="Arial" w:cs="Arial"/>
          <w:sz w:val="24"/>
          <w:szCs w:val="24"/>
        </w:rPr>
        <w:t>.</w:t>
      </w:r>
      <w:r w:rsidR="004160B0" w:rsidRPr="00DB4CFE">
        <w:rPr>
          <w:rFonts w:ascii="Arial" w:hAnsi="Arial" w:cs="Arial"/>
          <w:sz w:val="24"/>
          <w:szCs w:val="24"/>
        </w:rPr>
        <w:t>202</w:t>
      </w:r>
      <w:r w:rsidR="000A3E31">
        <w:rPr>
          <w:rFonts w:ascii="Arial" w:hAnsi="Arial" w:cs="Arial"/>
          <w:sz w:val="24"/>
          <w:szCs w:val="24"/>
        </w:rPr>
        <w:t>5.KK</w:t>
      </w:r>
    </w:p>
    <w:p w14:paraId="6F5F8964" w14:textId="7B10E85A" w:rsidR="00FB6844" w:rsidRPr="00DB4CFE" w:rsidRDefault="00FB6844" w:rsidP="00CC230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B4CFE">
        <w:rPr>
          <w:rFonts w:ascii="Arial" w:hAnsi="Arial" w:cs="Arial"/>
          <w:sz w:val="24"/>
          <w:szCs w:val="24"/>
        </w:rPr>
        <w:t xml:space="preserve">Załącznik nr </w:t>
      </w:r>
      <w:r w:rsidR="00B50FC8" w:rsidRPr="00DB4CFE">
        <w:rPr>
          <w:rFonts w:ascii="Arial" w:hAnsi="Arial" w:cs="Arial"/>
          <w:sz w:val="24"/>
          <w:szCs w:val="24"/>
        </w:rPr>
        <w:t>4</w:t>
      </w:r>
      <w:r w:rsidRPr="00DB4CFE">
        <w:rPr>
          <w:rFonts w:ascii="Arial" w:hAnsi="Arial" w:cs="Arial"/>
          <w:sz w:val="24"/>
          <w:szCs w:val="24"/>
        </w:rPr>
        <w:t xml:space="preserve"> do Zap</w:t>
      </w:r>
      <w:r w:rsidR="00BC60DC" w:rsidRPr="00DB4CFE">
        <w:rPr>
          <w:rFonts w:ascii="Arial" w:hAnsi="Arial" w:cs="Arial"/>
          <w:sz w:val="24"/>
          <w:szCs w:val="24"/>
        </w:rPr>
        <w:t>yta</w:t>
      </w:r>
      <w:r w:rsidR="008316E6" w:rsidRPr="00DB4CFE">
        <w:rPr>
          <w:rFonts w:ascii="Arial" w:hAnsi="Arial" w:cs="Arial"/>
          <w:sz w:val="24"/>
          <w:szCs w:val="24"/>
        </w:rPr>
        <w:t xml:space="preserve">nia </w:t>
      </w:r>
      <w:r w:rsidR="000C7842" w:rsidRPr="00DB4CFE">
        <w:rPr>
          <w:rFonts w:ascii="Arial" w:hAnsi="Arial" w:cs="Arial"/>
          <w:sz w:val="24"/>
          <w:szCs w:val="24"/>
        </w:rPr>
        <w:t>ofert</w:t>
      </w:r>
      <w:r w:rsidR="00BC60DC" w:rsidRPr="00DB4CFE">
        <w:rPr>
          <w:rFonts w:ascii="Arial" w:hAnsi="Arial" w:cs="Arial"/>
          <w:sz w:val="24"/>
          <w:szCs w:val="24"/>
        </w:rPr>
        <w:t>owego</w:t>
      </w:r>
      <w:r w:rsidR="000C7842" w:rsidRPr="00DB4CFE">
        <w:rPr>
          <w:rFonts w:ascii="Arial" w:hAnsi="Arial" w:cs="Arial"/>
          <w:sz w:val="24"/>
          <w:szCs w:val="24"/>
        </w:rPr>
        <w:t xml:space="preserve"> </w:t>
      </w:r>
      <w:r w:rsidR="008316E6" w:rsidRPr="00DB4CFE">
        <w:rPr>
          <w:rFonts w:ascii="Arial" w:hAnsi="Arial" w:cs="Arial"/>
          <w:sz w:val="24"/>
          <w:szCs w:val="24"/>
        </w:rPr>
        <w:t>–</w:t>
      </w:r>
      <w:r w:rsidRPr="00DB4CFE">
        <w:rPr>
          <w:rFonts w:ascii="Arial" w:hAnsi="Arial" w:cs="Arial"/>
          <w:sz w:val="24"/>
          <w:szCs w:val="24"/>
        </w:rPr>
        <w:t xml:space="preserve"> Wykaz wykonanych </w:t>
      </w:r>
      <w:r w:rsidR="000C7842" w:rsidRPr="00DB4CFE">
        <w:rPr>
          <w:rFonts w:ascii="Arial" w:hAnsi="Arial" w:cs="Arial"/>
          <w:sz w:val="24"/>
          <w:szCs w:val="24"/>
        </w:rPr>
        <w:t xml:space="preserve">lub wykonywanych </w:t>
      </w:r>
      <w:r w:rsidRPr="00DB4CFE">
        <w:rPr>
          <w:rFonts w:ascii="Arial" w:hAnsi="Arial" w:cs="Arial"/>
          <w:sz w:val="24"/>
          <w:szCs w:val="24"/>
        </w:rPr>
        <w:t>usług</w:t>
      </w:r>
    </w:p>
    <w:p w14:paraId="51E0AFAA" w14:textId="77777777" w:rsidR="00FB6844" w:rsidRPr="00DB4CFE" w:rsidRDefault="00DB3AC4" w:rsidP="00CC230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DB4CFE">
        <w:rPr>
          <w:rFonts w:ascii="Arial" w:hAnsi="Arial" w:cs="Arial"/>
          <w:b/>
          <w:sz w:val="24"/>
          <w:szCs w:val="24"/>
        </w:rPr>
        <w:t>Wykaz wykonanych lub wykonywanych usług sprzątania w obiektach biurowych</w:t>
      </w:r>
    </w:p>
    <w:p w14:paraId="3543E60C" w14:textId="46757E76" w:rsidR="00823863" w:rsidRPr="00DB4CFE" w:rsidRDefault="000C7842" w:rsidP="00CC2304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sz w:val="24"/>
          <w:szCs w:val="24"/>
        </w:rPr>
      </w:pPr>
      <w:r w:rsidRPr="00DB4CFE">
        <w:rPr>
          <w:rFonts w:ascii="Arial" w:hAnsi="Arial" w:cs="Arial"/>
          <w:b/>
          <w:sz w:val="24"/>
          <w:szCs w:val="24"/>
        </w:rPr>
        <w:t>na usług</w:t>
      </w:r>
      <w:r w:rsidR="00D14A6E" w:rsidRPr="00DB4CFE">
        <w:rPr>
          <w:rFonts w:ascii="Arial" w:hAnsi="Arial" w:cs="Arial"/>
          <w:b/>
          <w:sz w:val="24"/>
          <w:szCs w:val="24"/>
        </w:rPr>
        <w:t>ę</w:t>
      </w:r>
      <w:r w:rsidRPr="00DB4CFE">
        <w:rPr>
          <w:rFonts w:ascii="Arial" w:hAnsi="Arial" w:cs="Arial"/>
          <w:b/>
          <w:sz w:val="24"/>
          <w:szCs w:val="24"/>
        </w:rPr>
        <w:t xml:space="preserve"> kompleksowego utrzymania czystości w pomieszczeniach zajmowanych przez </w:t>
      </w:r>
      <w:r w:rsidR="00CF22EA" w:rsidRPr="00DB4CFE">
        <w:rPr>
          <w:rFonts w:ascii="Arial" w:hAnsi="Arial" w:cs="Arial"/>
          <w:b/>
          <w:sz w:val="24"/>
          <w:szCs w:val="24"/>
        </w:rPr>
        <w:t>LAWP</w:t>
      </w:r>
      <w:r w:rsidRPr="00DB4CFE">
        <w:rPr>
          <w:rFonts w:ascii="Arial" w:hAnsi="Arial" w:cs="Arial"/>
          <w:b/>
          <w:sz w:val="24"/>
          <w:szCs w:val="24"/>
        </w:rPr>
        <w:t xml:space="preserve"> w Lublinie</w:t>
      </w:r>
      <w:r w:rsidR="00DF5FE7" w:rsidRPr="00DB4CFE">
        <w:rPr>
          <w:rFonts w:ascii="Arial" w:hAnsi="Arial" w:cs="Arial"/>
          <w:b/>
          <w:bCs/>
          <w:sz w:val="24"/>
          <w:szCs w:val="24"/>
        </w:rPr>
        <w:t xml:space="preserve"> w 202</w:t>
      </w:r>
      <w:r w:rsidR="004A556B">
        <w:rPr>
          <w:rFonts w:ascii="Arial" w:hAnsi="Arial" w:cs="Arial"/>
          <w:b/>
          <w:bCs/>
          <w:sz w:val="24"/>
          <w:szCs w:val="24"/>
        </w:rPr>
        <w:t>6</w:t>
      </w:r>
      <w:r w:rsidR="00DF5FE7" w:rsidRPr="00DB4CFE">
        <w:rPr>
          <w:rFonts w:ascii="Arial" w:hAnsi="Arial" w:cs="Arial"/>
          <w:b/>
          <w:bCs/>
          <w:sz w:val="24"/>
          <w:szCs w:val="24"/>
        </w:rPr>
        <w:t xml:space="preserve"> roku</w:t>
      </w:r>
    </w:p>
    <w:p w14:paraId="08DD1C26" w14:textId="2659C54A" w:rsidR="00CF5CA6" w:rsidRPr="00DB4CFE" w:rsidRDefault="00823863" w:rsidP="00CC230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B4CFE">
        <w:rPr>
          <w:rFonts w:ascii="Arial" w:hAnsi="Arial" w:cs="Arial"/>
          <w:sz w:val="24"/>
          <w:szCs w:val="24"/>
        </w:rPr>
        <w:t xml:space="preserve">O udzielenie zamówienia mogą ubiegać się </w:t>
      </w:r>
      <w:r w:rsidR="00A76A36" w:rsidRPr="00DB4CFE">
        <w:rPr>
          <w:rFonts w:ascii="Arial" w:hAnsi="Arial" w:cs="Arial"/>
          <w:sz w:val="24"/>
          <w:szCs w:val="24"/>
        </w:rPr>
        <w:t>W</w:t>
      </w:r>
      <w:r w:rsidRPr="00DB4CFE">
        <w:rPr>
          <w:rFonts w:ascii="Arial" w:hAnsi="Arial" w:cs="Arial"/>
          <w:sz w:val="24"/>
          <w:szCs w:val="24"/>
        </w:rPr>
        <w:t>ykonawcy, którzy</w:t>
      </w:r>
      <w:r w:rsidR="00CF5CA6" w:rsidRPr="00DB4CFE">
        <w:rPr>
          <w:rFonts w:ascii="Arial" w:hAnsi="Arial" w:cs="Arial"/>
          <w:sz w:val="24"/>
          <w:szCs w:val="24"/>
        </w:rPr>
        <w:t>:</w:t>
      </w:r>
    </w:p>
    <w:p w14:paraId="45CE6904" w14:textId="19D6982A" w:rsidR="00823863" w:rsidRPr="00DB4CFE" w:rsidRDefault="00CF5CA6" w:rsidP="00CC2304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sz w:val="24"/>
          <w:szCs w:val="24"/>
        </w:rPr>
      </w:pPr>
      <w:r w:rsidRPr="00DB4CFE">
        <w:rPr>
          <w:rFonts w:ascii="Arial" w:hAnsi="Arial" w:cs="Arial"/>
          <w:sz w:val="24"/>
          <w:szCs w:val="24"/>
        </w:rPr>
        <w:t>1)</w:t>
      </w:r>
      <w:r w:rsidR="00823863" w:rsidRPr="00DB4CFE">
        <w:rPr>
          <w:rFonts w:ascii="Arial" w:hAnsi="Arial" w:cs="Arial"/>
          <w:sz w:val="24"/>
          <w:szCs w:val="24"/>
        </w:rPr>
        <w:t xml:space="preserve"> posiadają zdolność techniczną lub zawodową niezbędną do należytego wykonania </w:t>
      </w:r>
      <w:r w:rsidR="00A76A36" w:rsidRPr="00DB4CFE">
        <w:rPr>
          <w:rFonts w:ascii="Arial" w:hAnsi="Arial" w:cs="Arial"/>
          <w:sz w:val="24"/>
          <w:szCs w:val="24"/>
        </w:rPr>
        <w:t>zamówienia</w:t>
      </w:r>
      <w:r w:rsidRPr="00DB4CFE">
        <w:rPr>
          <w:rFonts w:ascii="Arial" w:hAnsi="Arial" w:cs="Arial"/>
          <w:sz w:val="24"/>
          <w:szCs w:val="24"/>
        </w:rPr>
        <w:t>:</w:t>
      </w:r>
    </w:p>
    <w:p w14:paraId="29EAD741" w14:textId="301EA0AE" w:rsidR="00823863" w:rsidRPr="00DB4CFE" w:rsidRDefault="00CF5CA6" w:rsidP="00CC2304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sz w:val="24"/>
          <w:szCs w:val="24"/>
        </w:rPr>
      </w:pPr>
      <w:r w:rsidRPr="00DB4CFE">
        <w:rPr>
          <w:rFonts w:ascii="Arial" w:hAnsi="Arial" w:cs="Arial"/>
          <w:sz w:val="24"/>
          <w:szCs w:val="24"/>
        </w:rPr>
        <w:t xml:space="preserve">Minimalne warunki dotyczące doświadczenia: </w:t>
      </w:r>
      <w:r w:rsidR="00823863" w:rsidRPr="00DB4CFE">
        <w:rPr>
          <w:rFonts w:ascii="Arial" w:hAnsi="Arial" w:cs="Arial"/>
          <w:sz w:val="24"/>
          <w:szCs w:val="24"/>
        </w:rPr>
        <w:t>Wykonawca ubiegający się o</w:t>
      </w:r>
      <w:r w:rsidR="00693FB0">
        <w:rPr>
          <w:rFonts w:ascii="Arial" w:hAnsi="Arial" w:cs="Arial"/>
          <w:sz w:val="24"/>
          <w:szCs w:val="24"/>
        </w:rPr>
        <w:t> </w:t>
      </w:r>
      <w:r w:rsidR="00823863" w:rsidRPr="00DB4CFE">
        <w:rPr>
          <w:rFonts w:ascii="Arial" w:hAnsi="Arial" w:cs="Arial"/>
          <w:sz w:val="24"/>
          <w:szCs w:val="24"/>
        </w:rPr>
        <w:t xml:space="preserve">przedmiotowe </w:t>
      </w:r>
      <w:r w:rsidR="00436E7E" w:rsidRPr="00DB4CFE">
        <w:rPr>
          <w:rFonts w:ascii="Arial" w:hAnsi="Arial" w:cs="Arial"/>
          <w:sz w:val="24"/>
          <w:szCs w:val="24"/>
        </w:rPr>
        <w:t xml:space="preserve">zamówienie </w:t>
      </w:r>
      <w:r w:rsidR="00823863" w:rsidRPr="00DB4CFE">
        <w:rPr>
          <w:rFonts w:ascii="Arial" w:hAnsi="Arial" w:cs="Arial"/>
          <w:sz w:val="24"/>
          <w:szCs w:val="24"/>
        </w:rPr>
        <w:t xml:space="preserve">spełni ten warunek jeśli wykaże się należytym wykonaniem/wykonywaniem (w przypadku usług ciągłych) </w:t>
      </w:r>
      <w:r w:rsidR="00823863" w:rsidRPr="00DB4CFE">
        <w:rPr>
          <w:rFonts w:ascii="Arial" w:hAnsi="Arial" w:cs="Arial"/>
          <w:b/>
          <w:bCs/>
          <w:sz w:val="24"/>
          <w:szCs w:val="24"/>
        </w:rPr>
        <w:t>w okresie ostatnich 3 lat</w:t>
      </w:r>
      <w:r w:rsidR="00823863" w:rsidRPr="00DB4CFE">
        <w:rPr>
          <w:rFonts w:ascii="Arial" w:hAnsi="Arial" w:cs="Arial"/>
          <w:sz w:val="24"/>
          <w:szCs w:val="24"/>
        </w:rPr>
        <w:t xml:space="preserve">, a jeżeli okres prowadzenia działalności jest krótszy, w tym okresie </w:t>
      </w:r>
      <w:r w:rsidR="00823863" w:rsidRPr="00DB4CFE">
        <w:rPr>
          <w:rFonts w:ascii="Arial" w:hAnsi="Arial" w:cs="Arial"/>
          <w:b/>
          <w:bCs/>
          <w:sz w:val="24"/>
          <w:szCs w:val="24"/>
        </w:rPr>
        <w:t xml:space="preserve">co najmniej </w:t>
      </w:r>
      <w:r w:rsidR="00DB4CFE" w:rsidRPr="00DB4CFE">
        <w:rPr>
          <w:rFonts w:ascii="Arial" w:hAnsi="Arial" w:cs="Arial"/>
          <w:b/>
          <w:bCs/>
          <w:sz w:val="24"/>
          <w:szCs w:val="24"/>
        </w:rPr>
        <w:t>3</w:t>
      </w:r>
      <w:r w:rsidR="00693FB0">
        <w:rPr>
          <w:rFonts w:ascii="Arial" w:hAnsi="Arial" w:cs="Arial"/>
          <w:b/>
          <w:bCs/>
          <w:sz w:val="24"/>
          <w:szCs w:val="24"/>
        </w:rPr>
        <w:t> </w:t>
      </w:r>
      <w:r w:rsidR="00823863" w:rsidRPr="00DB4CFE">
        <w:rPr>
          <w:rFonts w:ascii="Arial" w:hAnsi="Arial" w:cs="Arial"/>
          <w:b/>
          <w:bCs/>
          <w:sz w:val="24"/>
          <w:szCs w:val="24"/>
        </w:rPr>
        <w:t>usług</w:t>
      </w:r>
      <w:r w:rsidR="00823863" w:rsidRPr="00DB4CFE">
        <w:rPr>
          <w:rFonts w:ascii="Arial" w:hAnsi="Arial" w:cs="Arial"/>
          <w:sz w:val="24"/>
          <w:szCs w:val="24"/>
        </w:rPr>
        <w:t xml:space="preserve"> sukcesywnego</w:t>
      </w:r>
      <w:r w:rsidRPr="00DB4CFE">
        <w:rPr>
          <w:rFonts w:ascii="Arial" w:hAnsi="Arial" w:cs="Arial"/>
          <w:sz w:val="24"/>
          <w:szCs w:val="24"/>
        </w:rPr>
        <w:t xml:space="preserve"> sprzątania obiektów biurowych o powierzchni minimum</w:t>
      </w:r>
      <w:r w:rsidR="00823863" w:rsidRPr="00DB4CFE">
        <w:rPr>
          <w:rFonts w:ascii="Arial" w:hAnsi="Arial" w:cs="Arial"/>
          <w:sz w:val="24"/>
          <w:szCs w:val="24"/>
        </w:rPr>
        <w:t xml:space="preserve"> 1</w:t>
      </w:r>
      <w:r w:rsidR="00DB4CFE" w:rsidRPr="00DB4CFE">
        <w:rPr>
          <w:rFonts w:ascii="Arial" w:hAnsi="Arial" w:cs="Arial"/>
          <w:sz w:val="24"/>
          <w:szCs w:val="24"/>
        </w:rPr>
        <w:t xml:space="preserve"> </w:t>
      </w:r>
      <w:r w:rsidR="00823863" w:rsidRPr="00DB4CFE">
        <w:rPr>
          <w:rFonts w:ascii="Arial" w:hAnsi="Arial" w:cs="Arial"/>
          <w:sz w:val="24"/>
          <w:szCs w:val="24"/>
        </w:rPr>
        <w:t>000</w:t>
      </w:r>
      <w:r w:rsidR="00CF22EA" w:rsidRPr="00DB4CFE">
        <w:rPr>
          <w:rFonts w:ascii="Arial" w:hAnsi="Arial" w:cs="Arial"/>
          <w:sz w:val="24"/>
          <w:szCs w:val="24"/>
        </w:rPr>
        <w:t xml:space="preserve"> </w:t>
      </w:r>
      <w:r w:rsidR="00823863" w:rsidRPr="00DB4CFE">
        <w:rPr>
          <w:rFonts w:ascii="Arial" w:hAnsi="Arial" w:cs="Arial"/>
          <w:sz w:val="24"/>
          <w:szCs w:val="24"/>
        </w:rPr>
        <w:t>m</w:t>
      </w:r>
      <w:r w:rsidR="00823863" w:rsidRPr="00DB4CFE">
        <w:rPr>
          <w:rFonts w:ascii="Arial" w:hAnsi="Arial" w:cs="Arial"/>
          <w:sz w:val="24"/>
          <w:szCs w:val="24"/>
          <w:vertAlign w:val="superscript"/>
        </w:rPr>
        <w:t>2</w:t>
      </w:r>
      <w:r w:rsidR="00823863" w:rsidRPr="00DB4CFE">
        <w:rPr>
          <w:rFonts w:ascii="Arial" w:hAnsi="Arial" w:cs="Arial"/>
          <w:sz w:val="24"/>
          <w:szCs w:val="24"/>
        </w:rPr>
        <w:t xml:space="preserve"> (wykonywanych co najmniej 5 dni w tygodniu) </w:t>
      </w:r>
      <w:r w:rsidR="00823863" w:rsidRPr="00DB4CFE">
        <w:rPr>
          <w:rFonts w:ascii="Arial" w:hAnsi="Arial" w:cs="Arial"/>
          <w:b/>
          <w:bCs/>
          <w:sz w:val="24"/>
          <w:szCs w:val="24"/>
        </w:rPr>
        <w:t>przez okres co najmniej 12</w:t>
      </w:r>
      <w:r w:rsidR="00693FB0">
        <w:rPr>
          <w:rFonts w:ascii="Arial" w:hAnsi="Arial" w:cs="Arial"/>
          <w:b/>
          <w:bCs/>
          <w:sz w:val="24"/>
          <w:szCs w:val="24"/>
        </w:rPr>
        <w:t> </w:t>
      </w:r>
      <w:r w:rsidR="00823863" w:rsidRPr="00DB4CFE">
        <w:rPr>
          <w:rFonts w:ascii="Arial" w:hAnsi="Arial" w:cs="Arial"/>
          <w:b/>
          <w:bCs/>
          <w:sz w:val="24"/>
          <w:szCs w:val="24"/>
        </w:rPr>
        <w:t>miesięcy</w:t>
      </w:r>
      <w:r w:rsidR="00823863" w:rsidRPr="00DB4CFE">
        <w:rPr>
          <w:rFonts w:ascii="Arial" w:hAnsi="Arial" w:cs="Arial"/>
          <w:sz w:val="24"/>
          <w:szCs w:val="24"/>
        </w:rPr>
        <w:t xml:space="preserve"> każda z usług. </w:t>
      </w:r>
    </w:p>
    <w:tbl>
      <w:tblPr>
        <w:tblW w:w="9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4004"/>
        <w:gridCol w:w="2434"/>
        <w:gridCol w:w="2434"/>
      </w:tblGrid>
      <w:tr w:rsidR="00FB6844" w:rsidRPr="00DB4CFE" w14:paraId="415F6DAD" w14:textId="77777777" w:rsidTr="00CF22EA">
        <w:trPr>
          <w:trHeight w:val="117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9FB9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B4CFE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3E24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B4CFE">
              <w:rPr>
                <w:rFonts w:ascii="Arial" w:hAnsi="Arial" w:cs="Arial"/>
                <w:b/>
                <w:sz w:val="24"/>
                <w:szCs w:val="24"/>
              </w:rPr>
              <w:t xml:space="preserve">Nazwa i adres </w:t>
            </w:r>
            <w:r w:rsidR="006B1E4F" w:rsidRPr="00DB4CFE">
              <w:rPr>
                <w:rFonts w:ascii="Arial" w:hAnsi="Arial" w:cs="Arial"/>
                <w:b/>
                <w:sz w:val="24"/>
                <w:szCs w:val="24"/>
              </w:rPr>
              <w:t xml:space="preserve">Podmiotu dla którego realizowano usługę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E549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B4CFE">
              <w:rPr>
                <w:rFonts w:ascii="Arial" w:hAnsi="Arial" w:cs="Arial"/>
                <w:b/>
                <w:sz w:val="24"/>
                <w:szCs w:val="24"/>
              </w:rPr>
              <w:t>Okres obowiązywania umowy (od dzień miesiąc rok do dzień miesiąc rok)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10540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B4CFE">
              <w:rPr>
                <w:rFonts w:ascii="Arial" w:hAnsi="Arial" w:cs="Arial"/>
                <w:b/>
                <w:sz w:val="24"/>
                <w:szCs w:val="24"/>
              </w:rPr>
              <w:t>Powierzchnia sprzątania</w:t>
            </w:r>
          </w:p>
          <w:p w14:paraId="4A733906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B4CFE">
              <w:rPr>
                <w:rFonts w:ascii="Arial" w:hAnsi="Arial" w:cs="Arial"/>
                <w:b/>
                <w:sz w:val="24"/>
                <w:szCs w:val="24"/>
              </w:rPr>
              <w:t>oraz zakres wykonywanych prac</w:t>
            </w:r>
          </w:p>
        </w:tc>
      </w:tr>
      <w:tr w:rsidR="00FB6844" w:rsidRPr="00DB4CFE" w14:paraId="13EB59CE" w14:textId="77777777" w:rsidTr="002B3609">
        <w:trPr>
          <w:trHeight w:val="85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5F2B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B4CFE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9584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B8D4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689D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B6844" w:rsidRPr="00DB4CFE" w14:paraId="552DF649" w14:textId="77777777" w:rsidTr="002B3609">
        <w:trPr>
          <w:trHeight w:val="85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F699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B4CFE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1F5A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9C63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2986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B6844" w:rsidRPr="00DB4CFE" w14:paraId="297E8F18" w14:textId="77777777" w:rsidTr="002B3609">
        <w:trPr>
          <w:trHeight w:val="85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2B0E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B4CFE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9E70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0D2C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2CB2" w14:textId="77777777" w:rsidR="00FB6844" w:rsidRPr="00DB4CFE" w:rsidRDefault="00FB6844" w:rsidP="00CC2304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27C17619" w14:textId="4C51DE6C" w:rsidR="0079644F" w:rsidRPr="00B522A3" w:rsidRDefault="00FB6844" w:rsidP="00CC2304">
      <w:pPr>
        <w:spacing w:before="240" w:line="360" w:lineRule="auto"/>
        <w:rPr>
          <w:rFonts w:ascii="Arial" w:hAnsi="Arial" w:cs="Arial"/>
          <w:b/>
          <w:color w:val="C00000"/>
          <w:sz w:val="24"/>
          <w:szCs w:val="24"/>
        </w:rPr>
      </w:pPr>
      <w:r w:rsidRPr="00B522A3">
        <w:rPr>
          <w:rFonts w:ascii="Arial" w:hAnsi="Arial" w:cs="Arial"/>
          <w:b/>
          <w:color w:val="C00000"/>
          <w:sz w:val="24"/>
          <w:szCs w:val="24"/>
        </w:rPr>
        <w:t>UWAGA:</w:t>
      </w:r>
      <w:r w:rsidR="0079644F" w:rsidRPr="00B522A3">
        <w:rPr>
          <w:rFonts w:ascii="Arial" w:hAnsi="Arial" w:cs="Arial"/>
          <w:b/>
          <w:color w:val="C00000"/>
          <w:sz w:val="24"/>
          <w:szCs w:val="24"/>
        </w:rPr>
        <w:t xml:space="preserve"> Należy załączyć dowody </w:t>
      </w:r>
      <w:r w:rsidR="002B3609" w:rsidRPr="00B522A3">
        <w:rPr>
          <w:rFonts w:ascii="Arial" w:hAnsi="Arial" w:cs="Arial"/>
          <w:b/>
          <w:color w:val="C00000"/>
          <w:sz w:val="24"/>
          <w:szCs w:val="24"/>
        </w:rPr>
        <w:t>potwierdzające, że ww. usługi zostały wykonane lub są wykonywane należycie (</w:t>
      </w:r>
      <w:r w:rsidR="000A1F62" w:rsidRPr="00B522A3">
        <w:rPr>
          <w:rFonts w:ascii="Arial" w:hAnsi="Arial" w:cs="Arial"/>
          <w:b/>
          <w:color w:val="C00000"/>
          <w:sz w:val="24"/>
          <w:szCs w:val="24"/>
        </w:rPr>
        <w:t xml:space="preserve">np. </w:t>
      </w:r>
      <w:r w:rsidR="0079644F" w:rsidRPr="00B522A3">
        <w:rPr>
          <w:rFonts w:ascii="Arial" w:hAnsi="Arial" w:cs="Arial"/>
          <w:b/>
          <w:color w:val="C00000"/>
          <w:sz w:val="24"/>
          <w:szCs w:val="24"/>
        </w:rPr>
        <w:t>referencje, protokoły</w:t>
      </w:r>
      <w:r w:rsidR="000A1F62" w:rsidRPr="00B522A3">
        <w:rPr>
          <w:rFonts w:ascii="Arial" w:hAnsi="Arial" w:cs="Arial"/>
          <w:b/>
          <w:color w:val="C00000"/>
          <w:sz w:val="24"/>
          <w:szCs w:val="24"/>
        </w:rPr>
        <w:t xml:space="preserve"> odbioru)</w:t>
      </w:r>
      <w:r w:rsidR="0079644F" w:rsidRPr="00B522A3">
        <w:rPr>
          <w:rFonts w:ascii="Arial" w:hAnsi="Arial" w:cs="Arial"/>
          <w:b/>
          <w:color w:val="C00000"/>
          <w:sz w:val="24"/>
          <w:szCs w:val="24"/>
        </w:rPr>
        <w:t>.</w:t>
      </w:r>
    </w:p>
    <w:p w14:paraId="43DC543B" w14:textId="77777777" w:rsidR="00FB6844" w:rsidRPr="00DB4CFE" w:rsidRDefault="00FB6844" w:rsidP="00CC230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</w:p>
    <w:p w14:paraId="3AAD9E9B" w14:textId="77777777" w:rsidR="00C520D9" w:rsidRPr="0018513B" w:rsidRDefault="00C520D9" w:rsidP="00CC2304">
      <w:pPr>
        <w:tabs>
          <w:tab w:val="left" w:leader="dot" w:pos="3402"/>
        </w:tabs>
        <w:spacing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31AA791A" w14:textId="77777777" w:rsidR="00C520D9" w:rsidRPr="0018513B" w:rsidRDefault="00C520D9" w:rsidP="00CC2304">
      <w:pPr>
        <w:tabs>
          <w:tab w:val="left" w:leader="dot" w:pos="3402"/>
        </w:tabs>
        <w:spacing w:after="48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73F49749" w14:textId="77777777" w:rsidR="00C520D9" w:rsidRPr="0018513B" w:rsidRDefault="00C520D9" w:rsidP="00CC2304">
      <w:pPr>
        <w:tabs>
          <w:tab w:val="left" w:leader="dot" w:pos="3402"/>
        </w:tabs>
        <w:spacing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095CB83F" w14:textId="2B71770E" w:rsidR="00C520D9" w:rsidRPr="0018513B" w:rsidRDefault="00C520D9" w:rsidP="00CC2304">
      <w:pPr>
        <w:spacing w:line="36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 xml:space="preserve">(podpis zgodnie z rozdziałem </w:t>
      </w:r>
      <w:r>
        <w:rPr>
          <w:rFonts w:ascii="Arial" w:eastAsia="Times New Roman" w:hAnsi="Arial" w:cs="Arial"/>
          <w:sz w:val="24"/>
          <w:szCs w:val="24"/>
          <w:lang w:eastAsia="pl-PL"/>
        </w:rPr>
        <w:t>IX</w:t>
      </w:r>
      <w:r w:rsidRPr="0018513B">
        <w:rPr>
          <w:rFonts w:ascii="Arial" w:eastAsia="Times New Roman" w:hAnsi="Arial" w:cs="Arial"/>
          <w:sz w:val="24"/>
          <w:szCs w:val="24"/>
          <w:lang w:eastAsia="pl-PL"/>
        </w:rPr>
        <w:t>. Zap</w:t>
      </w:r>
      <w:r>
        <w:rPr>
          <w:rFonts w:ascii="Arial" w:eastAsia="Times New Roman" w:hAnsi="Arial" w:cs="Arial"/>
          <w:sz w:val="24"/>
          <w:szCs w:val="24"/>
          <w:lang w:eastAsia="pl-PL"/>
        </w:rPr>
        <w:t>yta</w:t>
      </w:r>
      <w:r w:rsidRPr="0018513B">
        <w:rPr>
          <w:rFonts w:ascii="Arial" w:eastAsia="Times New Roman" w:hAnsi="Arial" w:cs="Arial"/>
          <w:sz w:val="24"/>
          <w:szCs w:val="24"/>
          <w:lang w:eastAsia="pl-PL"/>
        </w:rPr>
        <w:t>nia ofert</w:t>
      </w:r>
      <w:r>
        <w:rPr>
          <w:rFonts w:ascii="Arial" w:eastAsia="Times New Roman" w:hAnsi="Arial" w:cs="Arial"/>
          <w:sz w:val="24"/>
          <w:szCs w:val="24"/>
          <w:lang w:eastAsia="pl-PL"/>
        </w:rPr>
        <w:t>owego</w:t>
      </w:r>
      <w:r w:rsidRPr="0018513B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p w14:paraId="01A0B21C" w14:textId="77777777" w:rsidR="00132485" w:rsidRPr="00DB4CFE" w:rsidRDefault="00132485" w:rsidP="00CC2304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32485" w:rsidRPr="00DB4CFE" w:rsidSect="00A84E9F">
      <w:headerReference w:type="default" r:id="rId8"/>
      <w:footerReference w:type="default" r:id="rId9"/>
      <w:pgSz w:w="11906" w:h="16838"/>
      <w:pgMar w:top="1843" w:right="1417" w:bottom="1701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F2B19" w14:textId="77777777" w:rsidR="004822F4" w:rsidRDefault="004822F4" w:rsidP="00EE7D7D">
      <w:r>
        <w:separator/>
      </w:r>
    </w:p>
  </w:endnote>
  <w:endnote w:type="continuationSeparator" w:id="0">
    <w:p w14:paraId="4825412B" w14:textId="77777777" w:rsidR="004822F4" w:rsidRDefault="004822F4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2835" w14:textId="7FD05890" w:rsidR="00A84E9F" w:rsidRDefault="00A84E9F" w:rsidP="00A84E9F">
    <w:pPr>
      <w:pStyle w:val="Stopka"/>
      <w:jc w:val="center"/>
    </w:pPr>
    <w:r>
      <w:rPr>
        <w:noProof/>
      </w:rPr>
      <w:drawing>
        <wp:inline distT="0" distB="0" distL="0" distR="0" wp14:anchorId="71E6311C" wp14:editId="454F6BF9">
          <wp:extent cx="5295900" cy="557125"/>
          <wp:effectExtent l="0" t="0" r="0" b="0"/>
          <wp:docPr id="1834085715" name="Obraz 18340857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4943" cy="560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1123219313"/>
        <w:docPartObj>
          <w:docPartGallery w:val="Page Numbers (Bottom of Page)"/>
          <w:docPartUnique/>
        </w:docPartObj>
      </w:sdtPr>
      <w:sdtEndPr/>
      <w:sdtContent>
        <w:r>
          <w:t xml:space="preserve">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2D61D36E" w14:textId="2B510BE1" w:rsidR="00EE7D7D" w:rsidRPr="00EE7D7D" w:rsidRDefault="00EE7D7D" w:rsidP="00A76A36">
    <w:pPr>
      <w:autoSpaceDE w:val="0"/>
      <w:autoSpaceDN w:val="0"/>
      <w:adjustRightInd w:val="0"/>
      <w:spacing w:line="360" w:lineRule="auto"/>
      <w:ind w:left="-993" w:firstLine="993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682CB" w14:textId="77777777" w:rsidR="004822F4" w:rsidRDefault="004822F4" w:rsidP="00EE7D7D">
      <w:r>
        <w:separator/>
      </w:r>
    </w:p>
  </w:footnote>
  <w:footnote w:type="continuationSeparator" w:id="0">
    <w:p w14:paraId="787D2CC7" w14:textId="77777777" w:rsidR="004822F4" w:rsidRDefault="004822F4" w:rsidP="00EE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1ADD3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61591D2A" wp14:editId="2B5D2291">
          <wp:simplePos x="0" y="0"/>
          <wp:positionH relativeFrom="column">
            <wp:posOffset>-5080</wp:posOffset>
          </wp:positionH>
          <wp:positionV relativeFrom="paragraph">
            <wp:posOffset>-186055</wp:posOffset>
          </wp:positionV>
          <wp:extent cx="1485900" cy="690880"/>
          <wp:effectExtent l="19050" t="0" r="0" b="0"/>
          <wp:wrapNone/>
          <wp:docPr id="224557804" name="Obraz 224557804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22066E31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754EFAED" w14:textId="12D4FAE8" w:rsidR="00CE100E" w:rsidRDefault="00CE100E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e-</w:t>
    </w:r>
    <w:r w:rsidRPr="003D260E">
      <w:rPr>
        <w:rFonts w:ascii="Arial" w:hAnsi="Arial" w:cs="Arial"/>
        <w:sz w:val="16"/>
        <w:lang w:val="de-DE"/>
      </w:rPr>
      <w:t xml:space="preserve">mail: </w:t>
    </w:r>
    <w:hyperlink r:id="rId2" w:history="1">
      <w:r w:rsidR="00ED45A6" w:rsidRPr="003D260E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05E3D1FE" w14:textId="3ADF836C" w:rsidR="00B463C6" w:rsidRDefault="00B463C6" w:rsidP="00E63CB5">
    <w:pPr>
      <w:jc w:val="right"/>
      <w:rPr>
        <w:rFonts w:ascii="Arial" w:hAnsi="Arial" w:cs="Arial"/>
        <w:sz w:val="16"/>
        <w:lang w:val="de-DE"/>
      </w:rPr>
    </w:pPr>
    <w:r w:rsidRPr="00B463C6">
      <w:rPr>
        <w:rFonts w:ascii="Arial" w:hAnsi="Arial" w:cs="Arial"/>
        <w:sz w:val="16"/>
        <w:lang w:val="de-DE"/>
      </w:rPr>
      <w:t>www.funduszeUE.lubelskie.pl</w:t>
    </w:r>
  </w:p>
  <w:p w14:paraId="33B2E7C4" w14:textId="5A1C2C7E" w:rsidR="00CE100E" w:rsidRPr="00E63CB5" w:rsidRDefault="00B97AA4" w:rsidP="00E63CB5">
    <w:pPr>
      <w:jc w:val="right"/>
      <w:rPr>
        <w:rFonts w:ascii="Arial" w:hAnsi="Arial" w:cs="Arial"/>
        <w:sz w:val="16"/>
        <w:lang w:val="de-DE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2535BE" wp14:editId="138B7811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5AB993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44E54"/>
    <w:multiLevelType w:val="hybridMultilevel"/>
    <w:tmpl w:val="EBB03D88"/>
    <w:lvl w:ilvl="0" w:tplc="BEA66D3A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E203BC"/>
    <w:multiLevelType w:val="hybridMultilevel"/>
    <w:tmpl w:val="FBC2E0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809EC"/>
    <w:multiLevelType w:val="hybridMultilevel"/>
    <w:tmpl w:val="678E3058"/>
    <w:lvl w:ilvl="0" w:tplc="F73C5B4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3C307B"/>
    <w:multiLevelType w:val="hybridMultilevel"/>
    <w:tmpl w:val="89FACA5E"/>
    <w:lvl w:ilvl="0" w:tplc="81B47E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61BE3"/>
    <w:multiLevelType w:val="hybridMultilevel"/>
    <w:tmpl w:val="3552E3F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C36CD0"/>
    <w:multiLevelType w:val="hybridMultilevel"/>
    <w:tmpl w:val="44D65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F3691"/>
    <w:multiLevelType w:val="hybridMultilevel"/>
    <w:tmpl w:val="1A3000F0"/>
    <w:lvl w:ilvl="0" w:tplc="785255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035142"/>
    <w:multiLevelType w:val="hybridMultilevel"/>
    <w:tmpl w:val="E2B244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FC6D21"/>
    <w:multiLevelType w:val="hybridMultilevel"/>
    <w:tmpl w:val="313E7946"/>
    <w:lvl w:ilvl="0" w:tplc="F24CF97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A7D33C2"/>
    <w:multiLevelType w:val="hybridMultilevel"/>
    <w:tmpl w:val="E92E1F2E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0D4666"/>
    <w:multiLevelType w:val="hybridMultilevel"/>
    <w:tmpl w:val="FEF477FE"/>
    <w:lvl w:ilvl="0" w:tplc="BEA66D3A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3A0DBD"/>
    <w:multiLevelType w:val="hybridMultilevel"/>
    <w:tmpl w:val="2FE605A8"/>
    <w:lvl w:ilvl="0" w:tplc="51325160">
      <w:start w:val="1"/>
      <w:numFmt w:val="lowerLetter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2154E"/>
    <w:multiLevelType w:val="hybridMultilevel"/>
    <w:tmpl w:val="E0D847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36357D"/>
    <w:multiLevelType w:val="hybridMultilevel"/>
    <w:tmpl w:val="BCBCF120"/>
    <w:lvl w:ilvl="0" w:tplc="7CA4181A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9FFAA5A6">
      <w:start w:val="1"/>
      <w:numFmt w:val="lowerLetter"/>
      <w:lvlText w:val="%2)"/>
      <w:lvlJc w:val="left"/>
      <w:pPr>
        <w:ind w:left="1506" w:hanging="360"/>
      </w:pPr>
      <w:rPr>
        <w:rFonts w:cs="Times New Roman"/>
      </w:rPr>
    </w:lvl>
    <w:lvl w:ilvl="2" w:tplc="ED7684A8">
      <w:start w:val="8"/>
      <w:numFmt w:val="decimal"/>
      <w:lvlText w:val="%3."/>
      <w:lvlJc w:val="left"/>
      <w:pPr>
        <w:ind w:left="222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E31316"/>
    <w:multiLevelType w:val="hybridMultilevel"/>
    <w:tmpl w:val="3842BEDA"/>
    <w:lvl w:ilvl="0" w:tplc="537884B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683A4DFF"/>
    <w:multiLevelType w:val="hybridMultilevel"/>
    <w:tmpl w:val="EB3C1F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827253"/>
    <w:multiLevelType w:val="hybridMultilevel"/>
    <w:tmpl w:val="D67E2F18"/>
    <w:lvl w:ilvl="0" w:tplc="F5E02982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7D1312"/>
    <w:multiLevelType w:val="hybridMultilevel"/>
    <w:tmpl w:val="A3601E8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4E1DE6"/>
    <w:multiLevelType w:val="hybridMultilevel"/>
    <w:tmpl w:val="D8E09E14"/>
    <w:lvl w:ilvl="0" w:tplc="9B1E3EE4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D81E43"/>
    <w:multiLevelType w:val="hybridMultilevel"/>
    <w:tmpl w:val="64D6E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95CE06E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A3A87"/>
    <w:multiLevelType w:val="hybridMultilevel"/>
    <w:tmpl w:val="B5A6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9740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89462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2163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19142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79826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7769506">
    <w:abstractNumId w:val="14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9717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88530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47950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486632">
    <w:abstractNumId w:val="18"/>
  </w:num>
  <w:num w:numId="11" w16cid:durableId="7050637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2946121">
    <w:abstractNumId w:val="1"/>
  </w:num>
  <w:num w:numId="13" w16cid:durableId="982078335">
    <w:abstractNumId w:val="20"/>
  </w:num>
  <w:num w:numId="14" w16cid:durableId="10185837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65191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64462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642609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980029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3114139">
    <w:abstractNumId w:val="9"/>
  </w:num>
  <w:num w:numId="20" w16cid:durableId="6712986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0880779">
    <w:abstractNumId w:val="14"/>
  </w:num>
  <w:num w:numId="22" w16cid:durableId="871767421">
    <w:abstractNumId w:val="13"/>
  </w:num>
  <w:num w:numId="23" w16cid:durableId="190655311">
    <w:abstractNumId w:val="0"/>
  </w:num>
  <w:num w:numId="24" w16cid:durableId="1988195586">
    <w:abstractNumId w:val="4"/>
  </w:num>
  <w:num w:numId="25" w16cid:durableId="771433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6138B"/>
    <w:rsid w:val="00067EE1"/>
    <w:rsid w:val="00075796"/>
    <w:rsid w:val="000866C4"/>
    <w:rsid w:val="00086DA7"/>
    <w:rsid w:val="000A03A6"/>
    <w:rsid w:val="000A1F62"/>
    <w:rsid w:val="000A3E31"/>
    <w:rsid w:val="000B5C1D"/>
    <w:rsid w:val="000C3F62"/>
    <w:rsid w:val="000C690B"/>
    <w:rsid w:val="000C7842"/>
    <w:rsid w:val="000F7E30"/>
    <w:rsid w:val="00104B4C"/>
    <w:rsid w:val="00113333"/>
    <w:rsid w:val="00114145"/>
    <w:rsid w:val="001218D1"/>
    <w:rsid w:val="001312FC"/>
    <w:rsid w:val="00132485"/>
    <w:rsid w:val="001673C6"/>
    <w:rsid w:val="00175139"/>
    <w:rsid w:val="0018641A"/>
    <w:rsid w:val="00192E67"/>
    <w:rsid w:val="001B026C"/>
    <w:rsid w:val="001C60D1"/>
    <w:rsid w:val="001F35A7"/>
    <w:rsid w:val="001F4468"/>
    <w:rsid w:val="00202C5E"/>
    <w:rsid w:val="0022325B"/>
    <w:rsid w:val="00247ABF"/>
    <w:rsid w:val="002508E1"/>
    <w:rsid w:val="00280CAF"/>
    <w:rsid w:val="002A096C"/>
    <w:rsid w:val="002A7FF1"/>
    <w:rsid w:val="002B3609"/>
    <w:rsid w:val="002B3E6A"/>
    <w:rsid w:val="002C325D"/>
    <w:rsid w:val="002D18BF"/>
    <w:rsid w:val="002E3600"/>
    <w:rsid w:val="002F0412"/>
    <w:rsid w:val="002F73F8"/>
    <w:rsid w:val="002F79A7"/>
    <w:rsid w:val="003109E5"/>
    <w:rsid w:val="00315648"/>
    <w:rsid w:val="00337A69"/>
    <w:rsid w:val="0039002A"/>
    <w:rsid w:val="0039116A"/>
    <w:rsid w:val="003A3A57"/>
    <w:rsid w:val="003A5889"/>
    <w:rsid w:val="003A656F"/>
    <w:rsid w:val="003A7690"/>
    <w:rsid w:val="003D260E"/>
    <w:rsid w:val="003F14A4"/>
    <w:rsid w:val="0041510E"/>
    <w:rsid w:val="004160B0"/>
    <w:rsid w:val="00425547"/>
    <w:rsid w:val="00436E7E"/>
    <w:rsid w:val="00441D8A"/>
    <w:rsid w:val="0046527B"/>
    <w:rsid w:val="00470F19"/>
    <w:rsid w:val="004737CC"/>
    <w:rsid w:val="00477098"/>
    <w:rsid w:val="004822F4"/>
    <w:rsid w:val="0048751A"/>
    <w:rsid w:val="004A556B"/>
    <w:rsid w:val="004B3A71"/>
    <w:rsid w:val="005077F8"/>
    <w:rsid w:val="0054740F"/>
    <w:rsid w:val="00564472"/>
    <w:rsid w:val="00573BD4"/>
    <w:rsid w:val="005E19E2"/>
    <w:rsid w:val="005E4B4E"/>
    <w:rsid w:val="005F7D80"/>
    <w:rsid w:val="00601613"/>
    <w:rsid w:val="00607BD0"/>
    <w:rsid w:val="006101A2"/>
    <w:rsid w:val="006277B3"/>
    <w:rsid w:val="00646B93"/>
    <w:rsid w:val="006670F1"/>
    <w:rsid w:val="00674156"/>
    <w:rsid w:val="006808DF"/>
    <w:rsid w:val="006850B9"/>
    <w:rsid w:val="00693FB0"/>
    <w:rsid w:val="006B1E4F"/>
    <w:rsid w:val="006D3027"/>
    <w:rsid w:val="00712BE0"/>
    <w:rsid w:val="00716A80"/>
    <w:rsid w:val="00737280"/>
    <w:rsid w:val="00756FD3"/>
    <w:rsid w:val="0078120D"/>
    <w:rsid w:val="0078317A"/>
    <w:rsid w:val="0079085A"/>
    <w:rsid w:val="0079644F"/>
    <w:rsid w:val="007B2528"/>
    <w:rsid w:val="007C2455"/>
    <w:rsid w:val="007C28A6"/>
    <w:rsid w:val="007D38D2"/>
    <w:rsid w:val="00800D9B"/>
    <w:rsid w:val="00801CAC"/>
    <w:rsid w:val="008115D2"/>
    <w:rsid w:val="008134F1"/>
    <w:rsid w:val="00813C7C"/>
    <w:rsid w:val="00814737"/>
    <w:rsid w:val="00823863"/>
    <w:rsid w:val="008249BC"/>
    <w:rsid w:val="008316E6"/>
    <w:rsid w:val="00836C7D"/>
    <w:rsid w:val="00856953"/>
    <w:rsid w:val="008D1467"/>
    <w:rsid w:val="008E6056"/>
    <w:rsid w:val="008F00BA"/>
    <w:rsid w:val="008F2C34"/>
    <w:rsid w:val="008F3966"/>
    <w:rsid w:val="008F726E"/>
    <w:rsid w:val="008F752F"/>
    <w:rsid w:val="009001E0"/>
    <w:rsid w:val="009352D0"/>
    <w:rsid w:val="00955D02"/>
    <w:rsid w:val="00960BFA"/>
    <w:rsid w:val="00963229"/>
    <w:rsid w:val="009729B6"/>
    <w:rsid w:val="009853F2"/>
    <w:rsid w:val="00992F0D"/>
    <w:rsid w:val="009A2A17"/>
    <w:rsid w:val="009B0B0B"/>
    <w:rsid w:val="009B16C6"/>
    <w:rsid w:val="009B3C25"/>
    <w:rsid w:val="009B67C6"/>
    <w:rsid w:val="009C1153"/>
    <w:rsid w:val="009C7CF0"/>
    <w:rsid w:val="009F7D2D"/>
    <w:rsid w:val="00A203FC"/>
    <w:rsid w:val="00A76A36"/>
    <w:rsid w:val="00A83526"/>
    <w:rsid w:val="00A84E9F"/>
    <w:rsid w:val="00A850EE"/>
    <w:rsid w:val="00AA2B2C"/>
    <w:rsid w:val="00AB6641"/>
    <w:rsid w:val="00AC004E"/>
    <w:rsid w:val="00AE22A2"/>
    <w:rsid w:val="00B03225"/>
    <w:rsid w:val="00B331BD"/>
    <w:rsid w:val="00B43A1C"/>
    <w:rsid w:val="00B463C6"/>
    <w:rsid w:val="00B50FC8"/>
    <w:rsid w:val="00B522A3"/>
    <w:rsid w:val="00B62D9A"/>
    <w:rsid w:val="00B73799"/>
    <w:rsid w:val="00B85BD4"/>
    <w:rsid w:val="00B95767"/>
    <w:rsid w:val="00B97AA4"/>
    <w:rsid w:val="00BC60DC"/>
    <w:rsid w:val="00BD36AC"/>
    <w:rsid w:val="00BD3D68"/>
    <w:rsid w:val="00BE4A0C"/>
    <w:rsid w:val="00BF07DD"/>
    <w:rsid w:val="00BF373B"/>
    <w:rsid w:val="00C05320"/>
    <w:rsid w:val="00C0672C"/>
    <w:rsid w:val="00C15372"/>
    <w:rsid w:val="00C27FBE"/>
    <w:rsid w:val="00C31E68"/>
    <w:rsid w:val="00C370E7"/>
    <w:rsid w:val="00C51A54"/>
    <w:rsid w:val="00C520D9"/>
    <w:rsid w:val="00C53036"/>
    <w:rsid w:val="00C53449"/>
    <w:rsid w:val="00C619A5"/>
    <w:rsid w:val="00C64274"/>
    <w:rsid w:val="00C7205A"/>
    <w:rsid w:val="00C93B46"/>
    <w:rsid w:val="00C961EB"/>
    <w:rsid w:val="00CC2304"/>
    <w:rsid w:val="00CE100E"/>
    <w:rsid w:val="00CF22EA"/>
    <w:rsid w:val="00CF5CA6"/>
    <w:rsid w:val="00D127E2"/>
    <w:rsid w:val="00D14A6E"/>
    <w:rsid w:val="00D2283C"/>
    <w:rsid w:val="00D2675C"/>
    <w:rsid w:val="00D362F4"/>
    <w:rsid w:val="00D67711"/>
    <w:rsid w:val="00D82689"/>
    <w:rsid w:val="00D8685F"/>
    <w:rsid w:val="00D92740"/>
    <w:rsid w:val="00D951AC"/>
    <w:rsid w:val="00DB1EC2"/>
    <w:rsid w:val="00DB3AC4"/>
    <w:rsid w:val="00DB4CFE"/>
    <w:rsid w:val="00DB6B43"/>
    <w:rsid w:val="00DD45B2"/>
    <w:rsid w:val="00DF5FE7"/>
    <w:rsid w:val="00E04CD8"/>
    <w:rsid w:val="00E341D5"/>
    <w:rsid w:val="00E54A78"/>
    <w:rsid w:val="00E63CB5"/>
    <w:rsid w:val="00E66468"/>
    <w:rsid w:val="00E97E37"/>
    <w:rsid w:val="00EB3F36"/>
    <w:rsid w:val="00EC64CC"/>
    <w:rsid w:val="00EC7C85"/>
    <w:rsid w:val="00ED2686"/>
    <w:rsid w:val="00ED45A6"/>
    <w:rsid w:val="00EE12C6"/>
    <w:rsid w:val="00EE548D"/>
    <w:rsid w:val="00EE7D7D"/>
    <w:rsid w:val="00EF700B"/>
    <w:rsid w:val="00F040EF"/>
    <w:rsid w:val="00F22416"/>
    <w:rsid w:val="00F233A0"/>
    <w:rsid w:val="00F24267"/>
    <w:rsid w:val="00F60A1D"/>
    <w:rsid w:val="00F6400E"/>
    <w:rsid w:val="00F85244"/>
    <w:rsid w:val="00F96F15"/>
    <w:rsid w:val="00FA66C9"/>
    <w:rsid w:val="00FB6844"/>
    <w:rsid w:val="00FD0A34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DD33A"/>
  <w15:docId w15:val="{D09FFAB8-CAD9-4C14-AD95-65C9BB4F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customStyle="1" w:styleId="pkt">
    <w:name w:val="pkt"/>
    <w:basedOn w:val="Normalny"/>
    <w:uiPriority w:val="99"/>
    <w:rsid w:val="006670F1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670F1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65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65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656F"/>
    <w:rPr>
      <w:rFonts w:eastAsiaTheme="minorHAns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5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56F"/>
    <w:rPr>
      <w:rFonts w:eastAsiaTheme="minorHAnsi" w:cs="Calibri"/>
      <w:b/>
      <w:bCs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5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0ED46-B311-4C31-9141-37B78DE9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139</TotalTime>
  <Pages>2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86</cp:revision>
  <cp:lastPrinted>2025-12-09T13:52:00Z</cp:lastPrinted>
  <dcterms:created xsi:type="dcterms:W3CDTF">2016-10-20T12:04:00Z</dcterms:created>
  <dcterms:modified xsi:type="dcterms:W3CDTF">2025-12-09T14:22:00Z</dcterms:modified>
</cp:coreProperties>
</file>